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FC84C9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2C2A59">
        <w:rPr>
          <w:b/>
          <w:color w:val="FF5200" w:themeColor="accent2"/>
          <w:sz w:val="36"/>
          <w:szCs w:val="36"/>
        </w:rPr>
        <w:t>Krycí list nabídky</w:t>
      </w:r>
      <w:r w:rsidR="0031280B" w:rsidRPr="002C2A59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2C2A59" w:rsidRPr="002C2A59">
        <w:rPr>
          <w:b/>
          <w:color w:val="FF5200" w:themeColor="accent2"/>
          <w:sz w:val="36"/>
          <w:szCs w:val="36"/>
        </w:rPr>
        <w:t xml:space="preserve">Prostá rekonstrukce trati v úseku Zdice – </w:t>
      </w:r>
      <w:proofErr w:type="gramStart"/>
      <w:r w:rsidR="002C2A59" w:rsidRPr="002C2A59">
        <w:rPr>
          <w:b/>
          <w:color w:val="FF5200" w:themeColor="accent2"/>
          <w:sz w:val="36"/>
          <w:szCs w:val="36"/>
        </w:rPr>
        <w:t>Příbram - BOZP</w:t>
      </w:r>
      <w:proofErr w:type="gramEnd"/>
      <w:r w:rsidR="0031280B" w:rsidRPr="002C2A59">
        <w:rPr>
          <w:b/>
          <w:color w:val="FF5200" w:themeColor="accent2"/>
          <w:sz w:val="36"/>
          <w:szCs w:val="36"/>
        </w:rPr>
        <w:t>“</w:t>
      </w:r>
      <w:r w:rsidR="000128D4" w:rsidRPr="002C2A5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C2A5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C2A59" w:rsidRPr="002C2A5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29983/2024-SŽ-OŘ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5604EB4" w14:textId="5701A524" w:rsidR="00DD62DF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2789702" w:history="1">
            <w:r w:rsidR="00DD62DF" w:rsidRPr="00CC5598">
              <w:rPr>
                <w:rStyle w:val="Hypertextovodkaz"/>
                <w:noProof/>
              </w:rPr>
              <w:t>Kapitola 1.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Základní údaje k nabídce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_Toc172789702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2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3AB84C72" w14:textId="3A09687B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3" w:history="1">
            <w:r w:rsidR="00DD62DF" w:rsidRPr="00CC5598">
              <w:rPr>
                <w:rStyle w:val="Hypertextovodkaz"/>
                <w:noProof/>
              </w:rPr>
              <w:t>Kapitola 2.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Ceník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_Toc172789703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3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4B599152" w14:textId="2EE89258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4" w:history="1">
            <w:r w:rsidR="00DD62DF" w:rsidRPr="00CC5598">
              <w:rPr>
                <w:rStyle w:val="Hypertextovodkaz"/>
                <w:noProof/>
              </w:rPr>
              <w:t>Kapitola 3.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Čestné prohlášení o splnění základní způsobilosti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_Toc172789704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4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4628E3CF" w14:textId="59232D23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5" w:history="1">
            <w:r w:rsidR="00DD62DF" w:rsidRPr="00CC5598">
              <w:rPr>
                <w:rStyle w:val="Hypertextovodkaz"/>
                <w:noProof/>
              </w:rPr>
              <w:t>Kapitola 4.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Čestné prohlášení účastníka o střetu zájmů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_Toc172789705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5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29B8610E" w14:textId="0E87424B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6" w:history="1">
            <w:r w:rsidR="00DD62DF" w:rsidRPr="00CC5598">
              <w:rPr>
                <w:rStyle w:val="Hypertextovodkaz"/>
                <w:noProof/>
              </w:rPr>
              <w:t>Kapitola 5.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Čestné prohlášení účastníka k neuzavření zakázaných dohod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_Toc172789706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6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21701C4C" w14:textId="2CA23B87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7" w:history="1">
            <w:r w:rsidR="00DD62DF" w:rsidRPr="00CC5598">
              <w:rPr>
                <w:rStyle w:val="Hypertextovodkaz"/>
                <w:rFonts w:eastAsia="Times New Roman"/>
                <w:noProof/>
              </w:rPr>
              <w:t>Kapitola 6.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Čestné</w:t>
            </w:r>
            <w:r w:rsidR="00DD62DF" w:rsidRPr="00CC559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_Toc172789707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7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64FA4AA7" w14:textId="3B09B260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8" w:history="1">
            <w:r w:rsidR="00DD62DF" w:rsidRPr="00CC5598">
              <w:rPr>
                <w:rStyle w:val="Hypertextovodkaz"/>
                <w:noProof/>
              </w:rPr>
              <w:t>Kapitola 7.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Čestné prohlášení o splnění technické kvalifikace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_Toc172789708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8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710EC799" w14:textId="47C4A3D9" w:rsidR="00DD62DF" w:rsidRDefault="00FB0F15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789709" w:history="1">
            <w:r w:rsidR="00DD62DF" w:rsidRPr="00CC5598">
              <w:rPr>
                <w:rStyle w:val="Hypertextovodkaz"/>
                <w:noProof/>
              </w:rPr>
              <w:t>Kapitola 8.</w:t>
            </w:r>
            <w:r w:rsidR="00DD62D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D62DF" w:rsidRPr="00CC5598">
              <w:rPr>
                <w:rStyle w:val="Hypertextovodkaz"/>
                <w:noProof/>
              </w:rPr>
              <w:t>Seznam osob</w:t>
            </w:r>
            <w:r w:rsidR="00DD62DF">
              <w:rPr>
                <w:noProof/>
                <w:webHidden/>
              </w:rPr>
              <w:tab/>
            </w:r>
            <w:r w:rsidR="00DD62DF">
              <w:rPr>
                <w:noProof/>
                <w:webHidden/>
              </w:rPr>
              <w:fldChar w:fldCharType="begin"/>
            </w:r>
            <w:r w:rsidR="00DD62DF">
              <w:rPr>
                <w:noProof/>
                <w:webHidden/>
              </w:rPr>
              <w:instrText xml:space="preserve"> PAGEREF _Toc172789709 \h </w:instrText>
            </w:r>
            <w:r w:rsidR="00DD62DF">
              <w:rPr>
                <w:noProof/>
                <w:webHidden/>
              </w:rPr>
            </w:r>
            <w:r w:rsidR="00DD62DF">
              <w:rPr>
                <w:noProof/>
                <w:webHidden/>
              </w:rPr>
              <w:fldChar w:fldCharType="separate"/>
            </w:r>
            <w:r w:rsidR="00DD62DF">
              <w:rPr>
                <w:noProof/>
                <w:webHidden/>
              </w:rPr>
              <w:t>9</w:t>
            </w:r>
            <w:r w:rsidR="00DD62DF">
              <w:rPr>
                <w:noProof/>
                <w:webHidden/>
              </w:rPr>
              <w:fldChar w:fldCharType="end"/>
            </w:r>
          </w:hyperlink>
        </w:p>
        <w:p w14:paraId="218BAFDF" w14:textId="6FB09C1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278970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78D44F9B" w:rsidR="008B1A2C" w:rsidRDefault="008B1A2C" w:rsidP="00471B29">
      <w:pPr>
        <w:pStyle w:val="Identifikace"/>
      </w:pPr>
      <w:r w:rsidRPr="004E1498">
        <w:t>IČO 70994234, DIČ CZ70994234</w:t>
      </w:r>
    </w:p>
    <w:p w14:paraId="140502EB" w14:textId="77777777" w:rsidR="00F64EF3" w:rsidRDefault="00F64EF3" w:rsidP="00F64EF3">
      <w:pPr>
        <w:pStyle w:val="Identifikace"/>
        <w:tabs>
          <w:tab w:val="left" w:pos="708"/>
        </w:tabs>
        <w:ind w:left="0"/>
      </w:pPr>
      <w:r>
        <w:t>Organizační jednotka Objednatele</w:t>
      </w:r>
    </w:p>
    <w:p w14:paraId="1F4DB748" w14:textId="77777777" w:rsidR="00F64EF3" w:rsidRDefault="00F64EF3" w:rsidP="00F64EF3">
      <w:pPr>
        <w:pStyle w:val="Identifikace"/>
        <w:tabs>
          <w:tab w:val="left" w:pos="708"/>
        </w:tabs>
        <w:ind w:left="2127"/>
      </w:pPr>
      <w:r>
        <w:t>Oblastní ředitelství Praha</w:t>
      </w:r>
    </w:p>
    <w:p w14:paraId="037D0AB2" w14:textId="77777777" w:rsidR="00F64EF3" w:rsidRDefault="00F64EF3" w:rsidP="00F64EF3">
      <w:pPr>
        <w:pStyle w:val="Identifikace"/>
        <w:tabs>
          <w:tab w:val="left" w:pos="708"/>
        </w:tabs>
        <w:ind w:left="2127"/>
      </w:pPr>
      <w:r>
        <w:t>Partyzánská 24, 170 00 Praha 7</w:t>
      </w:r>
    </w:p>
    <w:p w14:paraId="03FEEC2B" w14:textId="6F0FF15A" w:rsidR="00F64EF3" w:rsidRPr="004E1498" w:rsidRDefault="00F64EF3" w:rsidP="00F64EF3">
      <w:pPr>
        <w:pStyle w:val="Identifikace"/>
        <w:spacing w:after="360"/>
        <w:ind w:left="0"/>
      </w:pPr>
      <w:r>
        <w:t>zastoupená Ing. Vladimírem Filipem, ředitelem Oblastního ředitelství Praha, na základě pověření č. 2381 ze dne 21.03.2018</w:t>
      </w:r>
    </w:p>
    <w:p w14:paraId="4E8C787A" w14:textId="77777777" w:rsidR="008B1A2C" w:rsidRPr="00F64EF3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F64EF3">
        <w:rPr>
          <w:rStyle w:val="Siln"/>
          <w:highlight w:val="yellow"/>
        </w:rPr>
        <w:t>jméno osoby/název firmy</w:t>
      </w:r>
    </w:p>
    <w:p w14:paraId="7DF6B56F" w14:textId="4290EF5B" w:rsidR="008B1A2C" w:rsidRPr="00F64EF3" w:rsidRDefault="008B1A2C" w:rsidP="00471B29">
      <w:pPr>
        <w:pStyle w:val="Identifikace"/>
        <w:rPr>
          <w:highlight w:val="yellow"/>
        </w:rPr>
      </w:pPr>
      <w:r w:rsidRPr="00F64EF3">
        <w:rPr>
          <w:highlight w:val="yellow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F64EF3">
        <w:rPr>
          <w:highlight w:val="yellow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F64EF3">
        <w:rPr>
          <w:highlight w:val="yellow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F64EF3">
        <w:rPr>
          <w:highlight w:val="yellow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F64EF3">
        <w:rPr>
          <w:highlight w:val="yellow"/>
        </w:rPr>
        <w:t>xxxxxxxxxxxxxx</w:t>
      </w:r>
      <w:proofErr w:type="spellEnd"/>
    </w:p>
    <w:p w14:paraId="2915FC32" w14:textId="07AD7476" w:rsidR="008B1A2C" w:rsidRPr="00F64EF3" w:rsidRDefault="00A93A74" w:rsidP="00F64EF3">
      <w:pPr>
        <w:spacing w:before="360"/>
        <w:rPr>
          <w:rStyle w:val="Siln"/>
          <w:b w:val="0"/>
          <w:bCs w:val="0"/>
        </w:rPr>
      </w:pPr>
      <w:r>
        <w:t>Účastník prohlašuje, že veškeré údaje uvedené v </w:t>
      </w:r>
      <w:r w:rsidRPr="00F64EF3">
        <w:t xml:space="preserve">tomto krycím listu, který je přílohou č. </w:t>
      </w:r>
      <w:r w:rsidR="00B87D91" w:rsidRPr="00F64EF3">
        <w:t xml:space="preserve">1 </w:t>
      </w:r>
      <w:r w:rsidRPr="00F64EF3">
        <w:t>Výzvy k podání nabíd</w:t>
      </w:r>
      <w:r w:rsidR="004C76E9" w:rsidRPr="00F64EF3">
        <w:t>ky</w:t>
      </w:r>
      <w:r w:rsidRPr="00F64EF3">
        <w:t xml:space="preserve"> na veřejnou zakázku zadávanou</w:t>
      </w:r>
      <w:r w:rsidR="004C76E9" w:rsidRPr="00F64EF3">
        <w:t xml:space="preserve"> jako </w:t>
      </w:r>
      <w:r w:rsidR="000128D4" w:rsidRPr="00F64EF3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97DDCCC" w14:textId="3D238437" w:rsidR="009771C9" w:rsidRDefault="009771C9" w:rsidP="00A134A1">
      <w:pPr>
        <w:tabs>
          <w:tab w:val="left" w:pos="7125"/>
        </w:tabs>
        <w:spacing w:before="240"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1694109E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2789703"/>
      <w:r>
        <w:lastRenderedPageBreak/>
        <w:t>Ceník</w:t>
      </w:r>
      <w:bookmarkEnd w:id="1"/>
    </w:p>
    <w:p w14:paraId="4EEE18F0" w14:textId="1F3F8894" w:rsidR="00614A09" w:rsidRDefault="00614A09" w:rsidP="007E5951">
      <w:pPr>
        <w:rPr>
          <w:rStyle w:val="Siln"/>
          <w:b w:val="0"/>
          <w:bCs w:val="0"/>
        </w:rPr>
      </w:pPr>
    </w:p>
    <w:p w14:paraId="5AF80FA3" w14:textId="77777777" w:rsidR="00614A09" w:rsidRPr="00FB0F15" w:rsidRDefault="00614A09" w:rsidP="00614A09">
      <w:pPr>
        <w:tabs>
          <w:tab w:val="right" w:pos="3402"/>
          <w:tab w:val="left" w:pos="3969"/>
        </w:tabs>
        <w:rPr>
          <w:b/>
          <w:bCs/>
        </w:rPr>
      </w:pPr>
      <w:r w:rsidRPr="00FB0F15">
        <w:rPr>
          <w:b/>
          <w:bCs/>
        </w:rPr>
        <w:t>Celková nabídková cena bez DPH:</w:t>
      </w:r>
      <w:r w:rsidRPr="00FB0F15">
        <w:rPr>
          <w:b/>
          <w:bCs/>
        </w:rPr>
        <w:tab/>
      </w:r>
      <w:r w:rsidRPr="00FB0F15">
        <w:rPr>
          <w:b/>
          <w:bCs/>
          <w:highlight w:val="yellow"/>
        </w:rPr>
        <w:t>[Doplní dodavatel]</w:t>
      </w:r>
    </w:p>
    <w:p w14:paraId="797CB987" w14:textId="77777777" w:rsidR="00614A09" w:rsidRPr="00FB0F15" w:rsidRDefault="00614A09" w:rsidP="00614A09">
      <w:pPr>
        <w:tabs>
          <w:tab w:val="right" w:pos="3402"/>
          <w:tab w:val="left" w:pos="3969"/>
        </w:tabs>
        <w:rPr>
          <w:b/>
          <w:bCs/>
        </w:rPr>
      </w:pPr>
      <w:r w:rsidRPr="00FB0F15">
        <w:rPr>
          <w:b/>
          <w:bCs/>
        </w:rPr>
        <w:tab/>
        <w:t>DPH (21 %):</w:t>
      </w:r>
      <w:r w:rsidRPr="00FB0F15">
        <w:rPr>
          <w:b/>
          <w:bCs/>
        </w:rPr>
        <w:tab/>
      </w:r>
      <w:r w:rsidRPr="00FB0F15">
        <w:rPr>
          <w:b/>
          <w:bCs/>
          <w:highlight w:val="yellow"/>
        </w:rPr>
        <w:t>[Doplní dodavatel]</w:t>
      </w:r>
    </w:p>
    <w:p w14:paraId="636763FD" w14:textId="5A8229E6" w:rsidR="00614A09" w:rsidRDefault="00614A09" w:rsidP="00614A09">
      <w:pPr>
        <w:tabs>
          <w:tab w:val="right" w:pos="3402"/>
          <w:tab w:val="left" w:pos="3969"/>
        </w:tabs>
        <w:rPr>
          <w:b/>
          <w:bCs/>
        </w:rPr>
      </w:pPr>
      <w:r w:rsidRPr="00FB0F15">
        <w:rPr>
          <w:b/>
          <w:bCs/>
        </w:rPr>
        <w:tab/>
        <w:t>Celková nabídková cena s DPH:</w:t>
      </w:r>
      <w:r w:rsidRPr="00FB0F15">
        <w:rPr>
          <w:b/>
          <w:bCs/>
        </w:rPr>
        <w:tab/>
      </w:r>
      <w:r w:rsidRPr="00FB0F15">
        <w:rPr>
          <w:b/>
          <w:bCs/>
          <w:highlight w:val="yellow"/>
        </w:rPr>
        <w:t>[Doplní dodavatel]</w:t>
      </w:r>
    </w:p>
    <w:p w14:paraId="4E8E4B13" w14:textId="77777777" w:rsidR="00614A09" w:rsidRPr="002072A0" w:rsidRDefault="00614A09" w:rsidP="00614A09">
      <w:pPr>
        <w:rPr>
          <w:rStyle w:val="Siln"/>
          <w:b w:val="0"/>
          <w:bCs w:val="0"/>
        </w:rPr>
      </w:pP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bookmarkStart w:id="2" w:name="_GoBack"/>
      <w:bookmarkEnd w:id="2"/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72789704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7278970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72789706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7278970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72789708"/>
      <w:r w:rsidRPr="00E85D44">
        <w:t>Čestné prohlášení o splnění technické kvalifikace</w:t>
      </w:r>
      <w:bookmarkEnd w:id="7"/>
    </w:p>
    <w:p w14:paraId="71002640" w14:textId="2D2702A7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85D44" w:rsidRPr="00E706E5">
        <w:rPr>
          <w:lang w:eastAsia="cs-CZ"/>
        </w:rPr>
        <w:t xml:space="preserve">alespoň </w:t>
      </w:r>
      <w:r w:rsidR="00A44951" w:rsidRPr="00E706E5">
        <w:rPr>
          <w:lang w:eastAsia="cs-CZ"/>
        </w:rPr>
        <w:t>3</w:t>
      </w:r>
      <w:r w:rsidR="00E85D44" w:rsidRPr="00E706E5">
        <w:rPr>
          <w:lang w:eastAsia="cs-CZ"/>
        </w:rPr>
        <w:t xml:space="preserve"> významn</w:t>
      </w:r>
      <w:r w:rsidR="00A44951" w:rsidRPr="00E706E5">
        <w:rPr>
          <w:lang w:eastAsia="cs-CZ"/>
        </w:rPr>
        <w:t>é</w:t>
      </w:r>
      <w:r w:rsidR="00E85D44" w:rsidRPr="00E706E5">
        <w:rPr>
          <w:lang w:eastAsia="cs-CZ"/>
        </w:rPr>
        <w:t xml:space="preserve"> služ</w:t>
      </w:r>
      <w:r w:rsidR="00E706E5" w:rsidRPr="00E706E5">
        <w:rPr>
          <w:lang w:eastAsia="cs-CZ"/>
        </w:rPr>
        <w:t>by</w:t>
      </w:r>
      <w:r w:rsidR="00E85D44" w:rsidRPr="00E706E5">
        <w:rPr>
          <w:lang w:eastAsia="cs-CZ"/>
        </w:rPr>
        <w:t xml:space="preserve"> definovan</w:t>
      </w:r>
      <w:r w:rsidR="00E706E5" w:rsidRPr="00E706E5">
        <w:rPr>
          <w:lang w:eastAsia="cs-CZ"/>
        </w:rPr>
        <w:t>é</w:t>
      </w:r>
      <w:r w:rsidR="00E706E5">
        <w:rPr>
          <w:lang w:eastAsia="cs-CZ"/>
        </w:rPr>
        <w:t xml:space="preserve"> </w:t>
      </w:r>
      <w:r w:rsidR="00E85D44">
        <w:rPr>
          <w:lang w:eastAsia="cs-CZ"/>
        </w:rPr>
        <w:t>v čl</w:t>
      </w:r>
      <w:r w:rsidR="00E85D44" w:rsidRPr="00EC022F">
        <w:rPr>
          <w:lang w:eastAsia="cs-CZ"/>
        </w:rPr>
        <w:t xml:space="preserve">. </w:t>
      </w:r>
      <w:r w:rsidR="00EC022F" w:rsidRPr="00EC022F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</w:t>
      </w:r>
      <w:r w:rsidR="00E85D44" w:rsidRPr="00E706E5">
        <w:rPr>
          <w:lang w:eastAsia="cs-CZ"/>
        </w:rPr>
        <w:t xml:space="preserve">nabídky v celkové hodnotě </w:t>
      </w:r>
      <w:r w:rsidR="00E706E5" w:rsidRPr="00E706E5">
        <w:rPr>
          <w:lang w:eastAsia="cs-CZ"/>
        </w:rPr>
        <w:t>800 000</w:t>
      </w:r>
      <w:r w:rsidR="00E85D44" w:rsidRPr="00E706E5">
        <w:rPr>
          <w:lang w:eastAsia="cs-CZ"/>
        </w:rPr>
        <w:t xml:space="preserve"> Kč bez DPH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843ED" w14:paraId="4160E8BA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4F66" w14:textId="77777777" w:rsidR="00F843ED" w:rsidRDefault="00F843E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6D8AA" w14:textId="77777777" w:rsidR="00F843ED" w:rsidRDefault="00F843ED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DF13" w14:textId="77777777" w:rsidR="00F843ED" w:rsidRDefault="00F843ED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DCA1" w14:textId="77777777" w:rsidR="00F843ED" w:rsidRDefault="00F843E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843ED" w14:paraId="6BCA6927" w14:textId="77777777" w:rsidTr="00F843E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B173DC7" w14:textId="77777777" w:rsidR="00F843ED" w:rsidRDefault="00F843E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A9E265" w14:textId="77777777" w:rsidR="00F843ED" w:rsidRDefault="00F843ED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15F1423" w14:textId="77777777" w:rsidR="00F843ED" w:rsidRDefault="00F843ED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7943537" w14:textId="77777777" w:rsidR="00F843ED" w:rsidRDefault="00F843ED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8" w:name="_Toc58876012"/>
      <w:bookmarkStart w:id="9" w:name="_Toc172789709"/>
      <w:r>
        <w:t>Seznam osob</w:t>
      </w:r>
      <w:bookmarkEnd w:id="8"/>
      <w:bookmarkEnd w:id="9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F84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F84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F84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F84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F84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Přílohy:</w:t>
      </w:r>
    </w:p>
    <w:p w14:paraId="32A27CB1" w14:textId="4F30E5C4" w:rsidR="000128D4" w:rsidRPr="00F843ED" w:rsidRDefault="00F44645" w:rsidP="00F843ED">
      <w:pPr>
        <w:rPr>
          <w:highlight w:val="yellow"/>
          <w:lang w:eastAsia="cs-CZ"/>
        </w:rPr>
      </w:pPr>
      <w:r w:rsidRPr="00DD62DF">
        <w:rPr>
          <w:lang w:eastAsia="cs-CZ"/>
        </w:rPr>
        <w:t xml:space="preserve">Životopis </w:t>
      </w:r>
      <w:r w:rsidRPr="00F44645">
        <w:rPr>
          <w:highlight w:val="yellow"/>
          <w:lang w:eastAsia="cs-CZ"/>
        </w:rPr>
        <w:t>Název funkce</w:t>
      </w:r>
      <w:r w:rsidR="000128D4"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 w:rsidRPr="00DD62DF">
        <w:rPr>
          <w:highlight w:val="yellow"/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DD62DF" w:rsidRDefault="002126E7" w:rsidP="00A134A1">
      <w:pPr>
        <w:spacing w:before="360"/>
        <w:rPr>
          <w:highlight w:val="yellow"/>
        </w:rPr>
      </w:pPr>
      <w:r w:rsidRPr="00DD62DF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DD62DF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78632E68" w14:textId="77777777" w:rsidR="002C2A59" w:rsidRPr="00C059BD" w:rsidRDefault="002C2A59" w:rsidP="002C2A59">
          <w:pPr>
            <w:pStyle w:val="Zpat"/>
            <w:spacing w:before="0"/>
            <w:rPr>
              <w:b/>
              <w:bCs/>
            </w:rPr>
          </w:pPr>
          <w:r w:rsidRPr="00C059BD">
            <w:rPr>
              <w:b/>
              <w:bCs/>
            </w:rPr>
            <w:t>Oblastní ředitelství Praha</w:t>
          </w:r>
        </w:p>
        <w:p w14:paraId="0FF84EE9" w14:textId="77777777" w:rsidR="002C2A59" w:rsidRPr="00C059BD" w:rsidRDefault="002C2A59" w:rsidP="002C2A59">
          <w:pPr>
            <w:pStyle w:val="Zpat"/>
            <w:spacing w:before="0"/>
            <w:rPr>
              <w:b/>
              <w:bCs/>
            </w:rPr>
          </w:pPr>
          <w:r w:rsidRPr="00C059BD">
            <w:rPr>
              <w:b/>
              <w:bCs/>
            </w:rPr>
            <w:t>Partyzánská 24</w:t>
          </w:r>
        </w:p>
        <w:p w14:paraId="3F9D14E1" w14:textId="43F7EF53" w:rsidR="00A327CB" w:rsidRDefault="002C2A59" w:rsidP="002C2A59">
          <w:pPr>
            <w:pStyle w:val="Zpat"/>
            <w:spacing w:before="0"/>
          </w:pPr>
          <w:r w:rsidRPr="00C059BD">
            <w:rPr>
              <w:b/>
              <w:bCs/>
            </w:rPr>
            <w:t>170 00 Praha 7 - Holešovice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2A59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14A09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257A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4951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D62DF"/>
    <w:rsid w:val="00DE1BFA"/>
    <w:rsid w:val="00DE56F2"/>
    <w:rsid w:val="00DF116D"/>
    <w:rsid w:val="00E308FE"/>
    <w:rsid w:val="00E30A0E"/>
    <w:rsid w:val="00E31738"/>
    <w:rsid w:val="00E34137"/>
    <w:rsid w:val="00E34D19"/>
    <w:rsid w:val="00E36C4A"/>
    <w:rsid w:val="00E4572D"/>
    <w:rsid w:val="00E46950"/>
    <w:rsid w:val="00E6656A"/>
    <w:rsid w:val="00E666DF"/>
    <w:rsid w:val="00E706E5"/>
    <w:rsid w:val="00E85D44"/>
    <w:rsid w:val="00EA68D7"/>
    <w:rsid w:val="00EB104F"/>
    <w:rsid w:val="00EC022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4EF3"/>
    <w:rsid w:val="00F659EB"/>
    <w:rsid w:val="00F76E9F"/>
    <w:rsid w:val="00F814D9"/>
    <w:rsid w:val="00F843ED"/>
    <w:rsid w:val="00F86BA6"/>
    <w:rsid w:val="00F92C76"/>
    <w:rsid w:val="00FA5E88"/>
    <w:rsid w:val="00FB0F15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5B1B2F-CC44-4632-8907-55A2D25D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265</TotalTime>
  <Pages>10</Pages>
  <Words>1302</Words>
  <Characters>7688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Měřínská Aneta</cp:lastModifiedBy>
  <cp:revision>41</cp:revision>
  <cp:lastPrinted>2023-10-05T09:40:00Z</cp:lastPrinted>
  <dcterms:created xsi:type="dcterms:W3CDTF">2023-08-21T11:49:00Z</dcterms:created>
  <dcterms:modified xsi:type="dcterms:W3CDTF">2024-07-26T04:51:00Z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